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6404CE38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77B1">
        <w:rPr>
          <w:rFonts w:ascii="Corbel" w:hAnsi="Corbel"/>
          <w:i/>
          <w:smallCaps/>
          <w:sz w:val="24"/>
          <w:szCs w:val="24"/>
        </w:rPr>
        <w:t>2019-2022</w:t>
      </w:r>
    </w:p>
    <w:p w14:paraId="364248F9" w14:textId="72C713A5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C577B1">
        <w:rPr>
          <w:rFonts w:ascii="Corbel" w:hAnsi="Corbel"/>
          <w:sz w:val="20"/>
          <w:szCs w:val="20"/>
        </w:rPr>
        <w:t>1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C577B1">
        <w:rPr>
          <w:rFonts w:ascii="Corbel" w:hAnsi="Corbel"/>
          <w:sz w:val="20"/>
          <w:szCs w:val="20"/>
        </w:rPr>
        <w:t>2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7777777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E/I/EP/C-1.5a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45A09339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02E67B" w14:textId="77777777" w:rsidR="009C54AE" w:rsidRPr="007402E9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02E9">
        <w:rPr>
          <w:rFonts w:ascii="Corbel" w:hAnsi="Corbel"/>
          <w:b w:val="0"/>
          <w:smallCaps w:val="0"/>
          <w:szCs w:val="24"/>
        </w:rPr>
        <w:t>zaliczenie na ocenę</w:t>
      </w:r>
    </w:p>
    <w:p w14:paraId="64F97BB5" w14:textId="77777777" w:rsidR="00706416" w:rsidRDefault="007064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Ocena sposobów zabezpieczania się przed ryzykiem kursowym na podstawie dostępnych instrumentów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648272B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2355AE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07923E43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553E8F59" w14:textId="77777777" w:rsidTr="07923E43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75655041" w:rsidR="00F353AC" w:rsidRPr="007402E9" w:rsidRDefault="002355AE" w:rsidP="07923E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Test lub </w:t>
            </w:r>
            <w:r w:rsidR="007402E9" w:rsidRPr="07923E43">
              <w:rPr>
                <w:rFonts w:ascii="Corbel" w:hAnsi="Corbel"/>
                <w:b w:val="0"/>
                <w:smallCaps w:val="0"/>
              </w:rPr>
              <w:t>p</w:t>
            </w:r>
            <w:r w:rsidR="007121DA" w:rsidRPr="07923E43">
              <w:rPr>
                <w:rFonts w:ascii="Corbel" w:hAnsi="Corbel"/>
                <w:b w:val="0"/>
                <w:smallCaps w:val="0"/>
              </w:rPr>
              <w:t>raca pisemna</w:t>
            </w:r>
            <w:r w:rsidR="00C00A76" w:rsidRPr="07923E43">
              <w:rPr>
                <w:rFonts w:ascii="Corbel" w:hAnsi="Corbel"/>
                <w:b w:val="0"/>
                <w:smallCaps w:val="0"/>
              </w:rPr>
              <w:t xml:space="preserve"> indywidualna/zespołowa</w:t>
            </w:r>
            <w:r w:rsidR="7EF6A146" w:rsidRPr="07923E43">
              <w:rPr>
                <w:rFonts w:ascii="Corbel" w:hAnsi="Corbel"/>
                <w:b w:val="0"/>
                <w:smallCaps w:val="0"/>
              </w:rPr>
              <w:t xml:space="preserve"> lub </w:t>
            </w:r>
            <w:r w:rsidR="007121DA" w:rsidRPr="07923E43">
              <w:rPr>
                <w:rFonts w:ascii="Corbel" w:hAnsi="Corbel"/>
                <w:b w:val="0"/>
                <w:smallCaps w:val="0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07923E43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5F084145" w:rsidR="00F353AC" w:rsidRPr="007402E9" w:rsidRDefault="49906A7B" w:rsidP="07923E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923E43">
              <w:rPr>
                <w:rFonts w:ascii="Corbel" w:hAnsi="Corbel"/>
                <w:b w:val="0"/>
                <w:smallCaps w:val="0"/>
              </w:rPr>
              <w:t>oferta ekspor</w:t>
            </w:r>
            <w:r w:rsidR="213A9AC5" w:rsidRPr="07923E43">
              <w:rPr>
                <w:rFonts w:ascii="Corbel" w:hAnsi="Corbel"/>
                <w:b w:val="0"/>
                <w:smallCaps w:val="0"/>
              </w:rPr>
              <w:t>towa</w:t>
            </w:r>
            <w:r w:rsidR="0ED260DE" w:rsidRPr="07923E43">
              <w:rPr>
                <w:rFonts w:ascii="Corbel" w:hAnsi="Corbel"/>
                <w:b w:val="0"/>
                <w:smallCaps w:val="0"/>
              </w:rPr>
              <w:t xml:space="preserve"> (wykonana zespołach lub indywidualnie)</w:t>
            </w:r>
            <w:r w:rsidR="62F90D6F" w:rsidRPr="07923E43">
              <w:rPr>
                <w:rFonts w:ascii="Corbel" w:hAnsi="Corbel"/>
                <w:b w:val="0"/>
                <w:smallCaps w:val="0"/>
              </w:rPr>
              <w:t xml:space="preserve"> lub </w:t>
            </w:r>
            <w:r w:rsidR="276EDFEE" w:rsidRPr="07923E43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07923E43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19DC41B7">
        <w:tc>
          <w:tcPr>
            <w:tcW w:w="9670" w:type="dxa"/>
          </w:tcPr>
          <w:p w14:paraId="38779D47" w14:textId="77777777" w:rsidR="00923D7D" w:rsidRPr="00370862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9DC41B7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06C07769" w14:textId="39EAB688" w:rsidR="00D923B4" w:rsidRPr="00370862" w:rsidRDefault="000D04B9" w:rsidP="19DC41B7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</w:rPr>
            </w:pPr>
            <w:r w:rsidRPr="19DC41B7">
              <w:rPr>
                <w:rFonts w:ascii="Corbel" w:hAnsi="Corbel"/>
                <w:b w:val="0"/>
                <w:smallCaps w:val="0"/>
              </w:rPr>
              <w:t>Ustaleni</w:t>
            </w:r>
            <w:r w:rsidR="235C5FFB" w:rsidRPr="19DC41B7">
              <w:rPr>
                <w:rFonts w:ascii="Corbel" w:hAnsi="Corbel"/>
                <w:b w:val="0"/>
                <w:smallCaps w:val="0"/>
              </w:rPr>
              <w:t>e</w:t>
            </w:r>
            <w:r w:rsidRPr="19DC41B7">
              <w:rPr>
                <w:rFonts w:ascii="Corbel" w:hAnsi="Corbel"/>
                <w:b w:val="0"/>
                <w:smallCaps w:val="0"/>
              </w:rPr>
              <w:t xml:space="preserve"> oceny zaliczeniowej na podstawie ocen cząstkowych</w:t>
            </w:r>
            <w:r w:rsidR="6929E27B" w:rsidRPr="19DC41B7">
              <w:rPr>
                <w:rFonts w:ascii="Corbel" w:hAnsi="Corbel"/>
                <w:b w:val="0"/>
                <w:smallCaps w:val="0"/>
              </w:rPr>
              <w:t xml:space="preserve"> z prac pisemnych lub testu lub zadania, przygotowanej ofert</w:t>
            </w:r>
            <w:r w:rsidR="64EBFEF6" w:rsidRPr="19DC41B7">
              <w:rPr>
                <w:rFonts w:ascii="Corbel" w:hAnsi="Corbel"/>
                <w:b w:val="0"/>
                <w:smallCaps w:val="0"/>
              </w:rPr>
              <w:t>y</w:t>
            </w:r>
            <w:r w:rsidR="6929E27B" w:rsidRPr="19DC41B7">
              <w:rPr>
                <w:rFonts w:ascii="Corbel" w:hAnsi="Corbel"/>
                <w:b w:val="0"/>
                <w:smallCaps w:val="0"/>
              </w:rPr>
              <w:t xml:space="preserve"> eksportowej w grupach, aktywnego udziału w dyskusji</w:t>
            </w:r>
            <w:r w:rsidRPr="19DC41B7">
              <w:rPr>
                <w:rFonts w:ascii="Corbel" w:hAnsi="Corbel"/>
                <w:b w:val="0"/>
                <w:smallCaps w:val="0"/>
              </w:rPr>
              <w:t>. Ocena jest funkcją liczby zgromadzonych punktów</w:t>
            </w:r>
            <w:r w:rsidR="37C0F2BC" w:rsidRPr="19DC41B7">
              <w:rPr>
                <w:rFonts w:ascii="Corbel" w:hAnsi="Corbel"/>
                <w:b w:val="0"/>
                <w:smallCaps w:val="0"/>
              </w:rPr>
              <w:t xml:space="preserve"> przypisanych do dan</w:t>
            </w:r>
            <w:r w:rsidR="2328A72D" w:rsidRPr="19DC41B7">
              <w:rPr>
                <w:rFonts w:ascii="Corbel" w:hAnsi="Corbel"/>
                <w:b w:val="0"/>
                <w:smallCaps w:val="0"/>
              </w:rPr>
              <w:t>y</w:t>
            </w:r>
            <w:r w:rsidR="37C0F2BC" w:rsidRPr="19DC41B7">
              <w:rPr>
                <w:rFonts w:ascii="Corbel" w:hAnsi="Corbel"/>
                <w:b w:val="0"/>
                <w:smallCaps w:val="0"/>
              </w:rPr>
              <w:t>ch aktywności</w:t>
            </w:r>
            <w:r w:rsidRPr="19DC41B7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604DA95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604DA95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777777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Handel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zagraniczny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poradnik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Jarosław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Hermanowski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Wyd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11.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Zielona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Góra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Univers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Konsulting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Edukacja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Jacyno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Modzelewski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Puchalska K. 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Korporacje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transnarodowe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ich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znaczenie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współczesnej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gospodarce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światowej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Handel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inwestycje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semiglobalnym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otoczeniu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red J.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Rymarczyk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Domiter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Michalczyk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Ekonomicznego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Wrocławiu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FE435" w14:textId="77777777" w:rsidR="001B288F" w:rsidRDefault="001B288F" w:rsidP="00C16ABF">
      <w:pPr>
        <w:spacing w:after="0" w:line="240" w:lineRule="auto"/>
      </w:pPr>
      <w:r>
        <w:separator/>
      </w:r>
    </w:p>
  </w:endnote>
  <w:endnote w:type="continuationSeparator" w:id="0">
    <w:p w14:paraId="1496E3B6" w14:textId="77777777" w:rsidR="001B288F" w:rsidRDefault="001B28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4BA1E" w14:textId="77777777" w:rsidR="001B288F" w:rsidRDefault="001B288F" w:rsidP="00C16ABF">
      <w:pPr>
        <w:spacing w:after="0" w:line="240" w:lineRule="auto"/>
      </w:pPr>
      <w:r>
        <w:separator/>
      </w:r>
    </w:p>
  </w:footnote>
  <w:footnote w:type="continuationSeparator" w:id="0">
    <w:p w14:paraId="5EE333C8" w14:textId="77777777" w:rsidR="001B288F" w:rsidRDefault="001B288F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F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355A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76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C1"/>
    <w:rsid w:val="00B90885"/>
    <w:rsid w:val="00BB520A"/>
    <w:rsid w:val="00BB743D"/>
    <w:rsid w:val="00BC797F"/>
    <w:rsid w:val="00BD3869"/>
    <w:rsid w:val="00BD66E9"/>
    <w:rsid w:val="00BD6FF4"/>
    <w:rsid w:val="00BF2C41"/>
    <w:rsid w:val="00C00A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7B1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6A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269E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2AED294"/>
    <w:rsid w:val="03D26B30"/>
    <w:rsid w:val="07923E43"/>
    <w:rsid w:val="084ED079"/>
    <w:rsid w:val="09563F58"/>
    <w:rsid w:val="0AE208CE"/>
    <w:rsid w:val="0ED260DE"/>
    <w:rsid w:val="18407156"/>
    <w:rsid w:val="19DC41B7"/>
    <w:rsid w:val="213A9AC5"/>
    <w:rsid w:val="2328A72D"/>
    <w:rsid w:val="23474984"/>
    <w:rsid w:val="235C5FFB"/>
    <w:rsid w:val="23EDDFFE"/>
    <w:rsid w:val="2667C33A"/>
    <w:rsid w:val="276EDFEE"/>
    <w:rsid w:val="27802FEC"/>
    <w:rsid w:val="2D56EB28"/>
    <w:rsid w:val="35B41661"/>
    <w:rsid w:val="37C0F2BC"/>
    <w:rsid w:val="3902148D"/>
    <w:rsid w:val="39CB3474"/>
    <w:rsid w:val="3C6677BF"/>
    <w:rsid w:val="3E11815E"/>
    <w:rsid w:val="45A357F1"/>
    <w:rsid w:val="48764234"/>
    <w:rsid w:val="48EF7341"/>
    <w:rsid w:val="49906A7B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2F90D6F"/>
    <w:rsid w:val="64EBFEF6"/>
    <w:rsid w:val="6929E27B"/>
    <w:rsid w:val="6C61D7B3"/>
    <w:rsid w:val="6EF30014"/>
    <w:rsid w:val="707C6FE1"/>
    <w:rsid w:val="72326282"/>
    <w:rsid w:val="743FD600"/>
    <w:rsid w:val="756CCA41"/>
    <w:rsid w:val="797BF606"/>
    <w:rsid w:val="7D609246"/>
    <w:rsid w:val="7DA8D0AF"/>
    <w:rsid w:val="7EF6A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14FF4C-10DC-4EDD-807E-A97424FC78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39FA4-F082-4C0C-964D-2928CE841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2020-12-16T09:42:00Z</dcterms:created>
  <dcterms:modified xsi:type="dcterms:W3CDTF">2020-12-16T09:42:00Z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